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46" w:rsidRPr="00122970" w:rsidRDefault="0000034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000346" w:rsidRDefault="0000034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00346" w:rsidRPr="00371B2B" w:rsidRDefault="0000034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00346" w:rsidRPr="00371B2B" w:rsidRDefault="00000346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000346" w:rsidRPr="00371B2B" w:rsidRDefault="00000346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000346" w:rsidRPr="00371B2B" w:rsidRDefault="0000034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000346" w:rsidRDefault="00000346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Rzędzianowicach</w:t>
      </w:r>
    </w:p>
    <w:p w:rsidR="00000346" w:rsidRPr="00144DB4" w:rsidRDefault="00000346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000346" w:rsidRPr="00371B2B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00346" w:rsidRDefault="00000346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000346" w:rsidRPr="00122970" w:rsidRDefault="0000034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000346" w:rsidRPr="00371B2B" w:rsidRDefault="0000034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000346" w:rsidRPr="00122970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00346" w:rsidRPr="00F36C31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000346" w:rsidRPr="00122970" w:rsidRDefault="00000346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Rzędzianowice 186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000346" w:rsidRPr="00F36C31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000346" w:rsidRPr="00F36C31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000346" w:rsidRPr="00122970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sprzedzianowice@op.pl</w:t>
      </w:r>
    </w:p>
    <w:p w:rsidR="00000346" w:rsidRPr="00F36C31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000346" w:rsidRPr="007D3844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000346" w:rsidRPr="00122970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584-36-85</w:t>
      </w:r>
    </w:p>
    <w:p w:rsidR="00000346" w:rsidRPr="00F36C31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000346" w:rsidRPr="00122970" w:rsidRDefault="0000034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00346" w:rsidRPr="00371B2B" w:rsidRDefault="00000346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00346" w:rsidRDefault="00000346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000346" w:rsidRDefault="0000034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000346" w:rsidRPr="00371B2B" w:rsidTr="006A1006">
        <w:tc>
          <w:tcPr>
            <w:tcW w:w="421" w:type="dxa"/>
          </w:tcPr>
          <w:p w:rsidR="00000346" w:rsidRPr="006930BA" w:rsidRDefault="0000034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000346" w:rsidRPr="00371B2B" w:rsidRDefault="0000034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000346" w:rsidRDefault="0000034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000346" w:rsidRPr="00371B2B" w:rsidRDefault="0000034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000346" w:rsidRPr="00371B2B" w:rsidRDefault="00000346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00346" w:rsidRDefault="00000346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00346" w:rsidRPr="00371B2B" w:rsidRDefault="00000346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000346" w:rsidRDefault="0000034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000346" w:rsidRDefault="0000034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00346" w:rsidRPr="00371B2B" w:rsidRDefault="00000346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9C5635" w:rsidRDefault="0000034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000346" w:rsidRPr="009C5635" w:rsidRDefault="0000034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9C5635" w:rsidTr="006A1006">
        <w:tc>
          <w:tcPr>
            <w:tcW w:w="421" w:type="dxa"/>
          </w:tcPr>
          <w:p w:rsidR="00000346" w:rsidRPr="009C5635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9C5635" w:rsidRDefault="0000034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000346" w:rsidRPr="009C5635" w:rsidRDefault="0000034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9C5635" w:rsidTr="006A1006">
        <w:tc>
          <w:tcPr>
            <w:tcW w:w="421" w:type="dxa"/>
          </w:tcPr>
          <w:p w:rsidR="00000346" w:rsidRPr="009C5635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9C5635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000346" w:rsidRPr="009C5635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9C5635" w:rsidTr="006A1006">
        <w:tc>
          <w:tcPr>
            <w:tcW w:w="421" w:type="dxa"/>
          </w:tcPr>
          <w:p w:rsidR="00000346" w:rsidRPr="009C5635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9C5635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000346" w:rsidRPr="009C5635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9C5635" w:rsidTr="006A1006">
        <w:tc>
          <w:tcPr>
            <w:tcW w:w="421" w:type="dxa"/>
          </w:tcPr>
          <w:p w:rsidR="00000346" w:rsidRPr="009C5635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000346" w:rsidRPr="00371B2B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00346" w:rsidRDefault="0000034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00346" w:rsidRPr="008611E1" w:rsidRDefault="0000034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Default="0000034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00346" w:rsidRPr="008611E1" w:rsidRDefault="0000034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00346" w:rsidRPr="00371B2B" w:rsidTr="006A1006">
        <w:tc>
          <w:tcPr>
            <w:tcW w:w="421" w:type="dxa"/>
          </w:tcPr>
          <w:p w:rsidR="00000346" w:rsidRPr="00371B2B" w:rsidRDefault="0000034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00346" w:rsidRPr="00763E28" w:rsidRDefault="00000346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000346" w:rsidRPr="00371B2B" w:rsidRDefault="0000034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000346" w:rsidRPr="009C5635" w:rsidRDefault="00000346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000346" w:rsidRPr="00AD7837" w:rsidTr="00617577">
        <w:trPr>
          <w:trHeight w:val="413"/>
        </w:trPr>
        <w:tc>
          <w:tcPr>
            <w:tcW w:w="534" w:type="dxa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000346" w:rsidRPr="00AD7837" w:rsidRDefault="00000346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000346" w:rsidRPr="00AD7837" w:rsidTr="00617577">
        <w:trPr>
          <w:trHeight w:val="559"/>
        </w:trPr>
        <w:tc>
          <w:tcPr>
            <w:tcW w:w="534" w:type="dxa"/>
            <w:vMerge w:val="restart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000346" w:rsidRPr="00AD7837" w:rsidRDefault="00000346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000346" w:rsidRPr="00AD7837" w:rsidRDefault="0000034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000346" w:rsidRPr="00A33AEA" w:rsidRDefault="0000034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000346" w:rsidRPr="00AD7837" w:rsidTr="00617577">
        <w:trPr>
          <w:trHeight w:val="318"/>
        </w:trPr>
        <w:tc>
          <w:tcPr>
            <w:tcW w:w="53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00346" w:rsidRPr="00AD7837" w:rsidRDefault="0000034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000346" w:rsidRPr="00AD7837" w:rsidRDefault="0000034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000346" w:rsidRPr="00AD7837" w:rsidTr="00617577">
        <w:trPr>
          <w:trHeight w:val="962"/>
        </w:trPr>
        <w:tc>
          <w:tcPr>
            <w:tcW w:w="53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00346" w:rsidRPr="00AD7837" w:rsidRDefault="0000034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000346" w:rsidRPr="00AD7837" w:rsidRDefault="0000034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000346" w:rsidRPr="00AD7837" w:rsidRDefault="0000034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000346" w:rsidRPr="00AD7837" w:rsidTr="00617577">
        <w:trPr>
          <w:trHeight w:val="408"/>
        </w:trPr>
        <w:tc>
          <w:tcPr>
            <w:tcW w:w="534" w:type="dxa"/>
            <w:vAlign w:val="center"/>
          </w:tcPr>
          <w:p w:rsidR="00000346" w:rsidRPr="00412B9E" w:rsidRDefault="00000346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000346" w:rsidRPr="00412B9E" w:rsidRDefault="0000034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8018590365500019356254</w:t>
            </w:r>
          </w:p>
        </w:tc>
        <w:tc>
          <w:tcPr>
            <w:tcW w:w="1701" w:type="dxa"/>
            <w:vAlign w:val="center"/>
          </w:tcPr>
          <w:p w:rsidR="00000346" w:rsidRDefault="00000346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Rzędzianowice 186</w:t>
            </w:r>
          </w:p>
          <w:p w:rsidR="00000346" w:rsidRPr="00412B9E" w:rsidRDefault="00000346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AF76EF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000346" w:rsidRPr="00412B9E" w:rsidRDefault="0000034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000346" w:rsidRPr="00412B9E" w:rsidRDefault="0000034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000346" w:rsidRPr="00412B9E" w:rsidRDefault="0000034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00346" w:rsidRPr="00412B9E" w:rsidRDefault="00000346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000346" w:rsidRPr="00412B9E" w:rsidRDefault="002F1DD2" w:rsidP="002F1DD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000346" w:rsidRPr="008611E1" w:rsidRDefault="00000346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000346" w:rsidRPr="008611E1" w:rsidRDefault="0000034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000346" w:rsidRDefault="0000034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000346" w:rsidRDefault="00000346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000346" w:rsidRPr="004760F6" w:rsidTr="002C13B3">
        <w:trPr>
          <w:trHeight w:val="309"/>
        </w:trPr>
        <w:tc>
          <w:tcPr>
            <w:tcW w:w="2694" w:type="dxa"/>
          </w:tcPr>
          <w:p w:rsidR="00000346" w:rsidRPr="004760F6" w:rsidRDefault="00000346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000346" w:rsidRPr="004760F6" w:rsidRDefault="0000034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000346" w:rsidRPr="004760F6" w:rsidRDefault="0000034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000346" w:rsidRPr="004760F6" w:rsidTr="002C13B3">
        <w:trPr>
          <w:trHeight w:val="689"/>
        </w:trPr>
        <w:tc>
          <w:tcPr>
            <w:tcW w:w="2694" w:type="dxa"/>
          </w:tcPr>
          <w:p w:rsidR="00000346" w:rsidRPr="004760F6" w:rsidRDefault="0000034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000346" w:rsidRPr="004760F6" w:rsidRDefault="0000034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000346" w:rsidRPr="004760F6" w:rsidRDefault="00000346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000346" w:rsidRPr="00B63457" w:rsidRDefault="00000346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000346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687" w:rsidRDefault="00640687">
      <w:r>
        <w:separator/>
      </w:r>
    </w:p>
  </w:endnote>
  <w:endnote w:type="continuationSeparator" w:id="0">
    <w:p w:rsidR="00640687" w:rsidRDefault="0064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687" w:rsidRDefault="00640687">
      <w:r>
        <w:separator/>
      </w:r>
    </w:p>
  </w:footnote>
  <w:footnote w:type="continuationSeparator" w:id="0">
    <w:p w:rsidR="00640687" w:rsidRDefault="00640687">
      <w:r>
        <w:continuationSeparator/>
      </w:r>
    </w:p>
  </w:footnote>
  <w:footnote w:id="1">
    <w:p w:rsidR="00000346" w:rsidRPr="00EF7F64" w:rsidRDefault="0000034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000346" w:rsidRPr="00EF7F64" w:rsidRDefault="0000034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000346" w:rsidRPr="00EF7F64" w:rsidRDefault="00000346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000346" w:rsidRDefault="00000346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000346" w:rsidRPr="00822183" w:rsidRDefault="00000346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000346" w:rsidRDefault="00000346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000346" w:rsidRPr="00D23820" w:rsidRDefault="00000346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000346" w:rsidRPr="008611E1" w:rsidRDefault="00000346">
      <w:pPr>
        <w:pStyle w:val="Tekstprzypisudolnego"/>
        <w:rPr>
          <w:sz w:val="2"/>
          <w:szCs w:val="2"/>
        </w:rPr>
      </w:pPr>
    </w:p>
  </w:footnote>
  <w:footnote w:id="9">
    <w:p w:rsidR="00000346" w:rsidRPr="008611E1" w:rsidRDefault="00000346" w:rsidP="00CD0317">
      <w:pPr>
        <w:pStyle w:val="Tekstprzypisudolnego"/>
        <w:rPr>
          <w:sz w:val="2"/>
          <w:szCs w:val="2"/>
        </w:rPr>
      </w:pPr>
    </w:p>
  </w:footnote>
  <w:footnote w:id="10">
    <w:p w:rsidR="00000346" w:rsidRPr="008611E1" w:rsidRDefault="00000346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2F1DD2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0346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1DD2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0687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0CE2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6EF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6AA5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3FAC1F-E844-4991-BB3F-49F46164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1151</Words>
  <Characters>6908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2022-07-03T12:33:00Z</dcterms:created>
  <dcterms:modified xsi:type="dcterms:W3CDTF">2022-08-09T13:01:00Z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